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42" w:rsidRPr="000479F5" w:rsidRDefault="00C32842" w:rsidP="00743964">
      <w:pPr>
        <w:jc w:val="center"/>
        <w:rPr>
          <w:b/>
          <w:sz w:val="28"/>
          <w:szCs w:val="28"/>
          <w:u w:val="single"/>
        </w:rPr>
      </w:pPr>
      <w:r w:rsidRPr="000479F5">
        <w:rPr>
          <w:b/>
          <w:sz w:val="28"/>
          <w:szCs w:val="28"/>
          <w:u w:val="single"/>
        </w:rPr>
        <w:t>Sazebník úhrad za poskytování informací</w:t>
      </w:r>
    </w:p>
    <w:p w:rsidR="00C32842" w:rsidRPr="000479F5" w:rsidRDefault="00C32842" w:rsidP="00C32842">
      <w:pPr>
        <w:jc w:val="center"/>
        <w:rPr>
          <w:b/>
          <w:sz w:val="28"/>
          <w:szCs w:val="28"/>
          <w:u w:val="single"/>
        </w:rPr>
      </w:pPr>
    </w:p>
    <w:p w:rsidR="00C32842" w:rsidRPr="000479F5" w:rsidRDefault="00C32842" w:rsidP="00AD5EFA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Podle zákona č. 106/199 Sb., o svobodném přístupu k informacím, ve znění pozdějších předpisů, a nařízení vlády č. 173/2006 Sb., o zásadách stanovení úhrad a licenčních odměn za poskytování informací podle zákona o svobodném přístupu k informacím se stanoví tato výše úhrad za poskytování informací</w:t>
      </w:r>
    </w:p>
    <w:p w:rsidR="000F1910" w:rsidRPr="000479F5" w:rsidRDefault="000F1910" w:rsidP="00AD5EFA">
      <w:pPr>
        <w:jc w:val="both"/>
        <w:rPr>
          <w:rFonts w:cs="Times New Roman"/>
          <w:sz w:val="24"/>
          <w:szCs w:val="24"/>
        </w:rPr>
      </w:pPr>
    </w:p>
    <w:p w:rsidR="00C32842" w:rsidRPr="000479F5" w:rsidRDefault="00AD5EFA">
      <w:pPr>
        <w:rPr>
          <w:rFonts w:cs="Times New Roman"/>
          <w:b/>
          <w:sz w:val="24"/>
          <w:szCs w:val="24"/>
        </w:rPr>
      </w:pPr>
      <w:r w:rsidRPr="000479F5">
        <w:rPr>
          <w:rFonts w:cs="Times New Roman"/>
          <w:b/>
          <w:sz w:val="24"/>
          <w:szCs w:val="24"/>
        </w:rPr>
        <w:t>1. Náklady za pořízení kopií</w:t>
      </w:r>
    </w:p>
    <w:p w:rsidR="00AD5EFA" w:rsidRPr="000479F5" w:rsidRDefault="00AD5EFA" w:rsidP="00AD5EFA">
      <w:pPr>
        <w:pStyle w:val="Odstavecseseznamem"/>
        <w:numPr>
          <w:ilvl w:val="0"/>
          <w:numId w:val="1"/>
        </w:numPr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Černobílé kopie nebo tisk A4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AD5EFA" w:rsidRPr="000479F5" w:rsidRDefault="00AD5EFA" w:rsidP="00AD5EFA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0,80 Kč</w:t>
      </w:r>
    </w:p>
    <w:p w:rsidR="00AD5EFA" w:rsidRPr="000479F5" w:rsidRDefault="00AD5EFA" w:rsidP="00AD5EFA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1,60 Kč</w:t>
      </w:r>
    </w:p>
    <w:p w:rsidR="00AD5EFA" w:rsidRPr="000479F5" w:rsidRDefault="00AD5EFA" w:rsidP="00AD5EFA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AD5EFA">
      <w:pPr>
        <w:pStyle w:val="Odstavecseseznamem"/>
        <w:rPr>
          <w:rFonts w:cs="Times New Roman"/>
          <w:b/>
          <w:sz w:val="24"/>
          <w:szCs w:val="24"/>
        </w:rPr>
      </w:pPr>
    </w:p>
    <w:p w:rsidR="00AD5EFA" w:rsidRPr="000479F5" w:rsidRDefault="00AD5EFA" w:rsidP="00AD5EFA">
      <w:pPr>
        <w:pStyle w:val="Odstavecseseznamem"/>
        <w:numPr>
          <w:ilvl w:val="0"/>
          <w:numId w:val="1"/>
        </w:numPr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Barevná kopie nebo tisk A4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AD5EFA" w:rsidRPr="000479F5" w:rsidRDefault="00AD5EFA" w:rsidP="00AD5EFA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1,60 Kč</w:t>
      </w:r>
    </w:p>
    <w:p w:rsidR="00AD5EFA" w:rsidRPr="000479F5" w:rsidRDefault="00AD5EFA" w:rsidP="00AD5EFA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3,20 Kč</w:t>
      </w:r>
    </w:p>
    <w:p w:rsidR="000F1910" w:rsidRPr="000479F5" w:rsidRDefault="000F1910" w:rsidP="00AD5EFA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AD5EFA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0F1910">
      <w:pPr>
        <w:pStyle w:val="Odstavecseseznamem"/>
        <w:numPr>
          <w:ilvl w:val="0"/>
          <w:numId w:val="1"/>
        </w:numPr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Černobílé kopie nebo tisk formát A3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1,30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2,30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0F1910">
      <w:pPr>
        <w:pStyle w:val="Odstavecseseznamem"/>
        <w:numPr>
          <w:ilvl w:val="0"/>
          <w:numId w:val="1"/>
        </w:numPr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Barevná kopie nebo tisk formát A3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2,90 Kč</w:t>
      </w:r>
    </w:p>
    <w:p w:rsidR="00AD5161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oboustranná kopie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5,60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</w:p>
    <w:p w:rsidR="00AD5161" w:rsidRPr="000479F5" w:rsidRDefault="000F1910" w:rsidP="00AD5161">
      <w:pPr>
        <w:pStyle w:val="Odstavecseseznamem"/>
        <w:numPr>
          <w:ilvl w:val="0"/>
          <w:numId w:val="1"/>
        </w:numPr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Elektronická kopie, je-li informace poskytována prostřednictvím elektronické pošty nebo formou uložení na datovém nosiči kopie nebo tisk A4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  <w:t xml:space="preserve">      černobílé i barevné</w:t>
      </w:r>
      <w:r w:rsidR="00AD5161" w:rsidRPr="000479F5">
        <w:rPr>
          <w:rFonts w:cs="Times New Roman"/>
          <w:sz w:val="24"/>
          <w:szCs w:val="24"/>
        </w:rPr>
        <w:tab/>
      </w:r>
      <w:r w:rsidR="00AD5161" w:rsidRPr="000479F5">
        <w:rPr>
          <w:rFonts w:cs="Times New Roman"/>
          <w:sz w:val="24"/>
          <w:szCs w:val="24"/>
        </w:rPr>
        <w:tab/>
      </w:r>
    </w:p>
    <w:p w:rsidR="00AD5161" w:rsidRPr="000479F5" w:rsidRDefault="000F1910" w:rsidP="00AD5161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</w:t>
      </w:r>
      <w:r w:rsidR="000479F5">
        <w:rPr>
          <w:rFonts w:cs="Times New Roman"/>
          <w:sz w:val="24"/>
          <w:szCs w:val="24"/>
        </w:rPr>
        <w:t>tranné skenování formát A4</w:t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0</w:t>
      </w:r>
      <w:r w:rsidR="00AD5161" w:rsidRPr="000479F5">
        <w:rPr>
          <w:rFonts w:cs="Times New Roman"/>
          <w:b/>
          <w:sz w:val="24"/>
          <w:szCs w:val="24"/>
        </w:rPr>
        <w:t>,</w:t>
      </w:r>
      <w:r w:rsidRPr="000479F5">
        <w:rPr>
          <w:rFonts w:cs="Times New Roman"/>
          <w:b/>
          <w:sz w:val="24"/>
          <w:szCs w:val="24"/>
        </w:rPr>
        <w:t>7</w:t>
      </w:r>
      <w:r w:rsidR="00AD5161" w:rsidRPr="000479F5">
        <w:rPr>
          <w:rFonts w:cs="Times New Roman"/>
          <w:b/>
          <w:sz w:val="24"/>
          <w:szCs w:val="24"/>
        </w:rPr>
        <w:t>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oboustranné skenování formát A4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1,40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jednos</w:t>
      </w:r>
      <w:r w:rsidR="000479F5">
        <w:rPr>
          <w:rFonts w:cs="Times New Roman"/>
          <w:sz w:val="24"/>
          <w:szCs w:val="24"/>
        </w:rPr>
        <w:t>tranné skenování formát A3</w:t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1,00 Kč</w:t>
      </w:r>
    </w:p>
    <w:p w:rsidR="000F1910" w:rsidRPr="000479F5" w:rsidRDefault="000F1910" w:rsidP="000F1910">
      <w:pPr>
        <w:pStyle w:val="Odstavecseseznamem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   oboustranné skenování formát A3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b/>
          <w:sz w:val="24"/>
          <w:szCs w:val="24"/>
        </w:rPr>
        <w:t>2,00 Kč</w:t>
      </w:r>
    </w:p>
    <w:p w:rsidR="00AD5161" w:rsidRPr="000479F5" w:rsidRDefault="00AD5161" w:rsidP="00AD5161">
      <w:pPr>
        <w:pStyle w:val="Odstavecseseznamem"/>
        <w:rPr>
          <w:rFonts w:cs="Times New Roman"/>
          <w:sz w:val="24"/>
          <w:szCs w:val="24"/>
        </w:rPr>
      </w:pPr>
    </w:p>
    <w:p w:rsidR="00743964" w:rsidRPr="000479F5" w:rsidRDefault="00743964" w:rsidP="00AD5161">
      <w:pPr>
        <w:pStyle w:val="Odstavecseseznamem"/>
        <w:rPr>
          <w:rFonts w:cs="Times New Roman"/>
          <w:sz w:val="24"/>
          <w:szCs w:val="24"/>
        </w:rPr>
      </w:pPr>
    </w:p>
    <w:p w:rsidR="00743964" w:rsidRPr="000479F5" w:rsidRDefault="00743964" w:rsidP="000479F5">
      <w:pPr>
        <w:rPr>
          <w:rFonts w:cs="Times New Roman"/>
          <w:sz w:val="24"/>
          <w:szCs w:val="24"/>
        </w:rPr>
      </w:pPr>
      <w:bookmarkStart w:id="0" w:name="_GoBack"/>
      <w:bookmarkEnd w:id="0"/>
    </w:p>
    <w:p w:rsidR="000F1910" w:rsidRPr="000479F5" w:rsidRDefault="000F1910" w:rsidP="000F1910">
      <w:pPr>
        <w:rPr>
          <w:rFonts w:cs="Times New Roman"/>
          <w:b/>
          <w:sz w:val="24"/>
          <w:szCs w:val="24"/>
        </w:rPr>
      </w:pPr>
      <w:r w:rsidRPr="000479F5">
        <w:rPr>
          <w:rFonts w:cs="Times New Roman"/>
          <w:b/>
          <w:sz w:val="24"/>
          <w:szCs w:val="24"/>
        </w:rPr>
        <w:lastRenderedPageBreak/>
        <w:t>2. Náklady za opatření technických nosičů dat</w:t>
      </w:r>
    </w:p>
    <w:p w:rsidR="000F1910" w:rsidRPr="000479F5" w:rsidRDefault="000F1910" w:rsidP="00743964">
      <w:pPr>
        <w:ind w:left="284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Cena technického nosiče dat, je-li informace poskytová</w:t>
      </w:r>
      <w:r w:rsidR="00743964" w:rsidRPr="000479F5">
        <w:rPr>
          <w:rFonts w:cs="Times New Roman"/>
          <w:sz w:val="24"/>
          <w:szCs w:val="24"/>
        </w:rPr>
        <w:t xml:space="preserve">na </w:t>
      </w:r>
      <w:r w:rsidR="006B1DFB" w:rsidRPr="000479F5">
        <w:rPr>
          <w:rFonts w:cs="Times New Roman"/>
          <w:sz w:val="24"/>
          <w:szCs w:val="24"/>
        </w:rPr>
        <w:t xml:space="preserve">formou záznamu na </w:t>
      </w:r>
      <w:proofErr w:type="gramStart"/>
      <w:r w:rsidR="006B1DFB" w:rsidRPr="000479F5">
        <w:rPr>
          <w:rFonts w:cs="Times New Roman"/>
          <w:sz w:val="24"/>
          <w:szCs w:val="24"/>
        </w:rPr>
        <w:t xml:space="preserve">technickém   </w:t>
      </w:r>
      <w:r w:rsidRPr="000479F5">
        <w:rPr>
          <w:rFonts w:cs="Times New Roman"/>
          <w:sz w:val="24"/>
          <w:szCs w:val="24"/>
        </w:rPr>
        <w:t>nosiči</w:t>
      </w:r>
      <w:proofErr w:type="gramEnd"/>
      <w:r w:rsidRPr="000479F5">
        <w:rPr>
          <w:rFonts w:cs="Times New Roman"/>
          <w:sz w:val="24"/>
          <w:szCs w:val="24"/>
        </w:rPr>
        <w:t>, a to:</w:t>
      </w:r>
    </w:p>
    <w:p w:rsidR="00743964" w:rsidRPr="000479F5" w:rsidRDefault="00743964" w:rsidP="00C7268F">
      <w:pPr>
        <w:spacing w:after="0"/>
        <w:ind w:firstLine="284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>a) 1ks CD disk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  <w:t xml:space="preserve">   </w:t>
      </w:r>
      <w:r w:rsidRPr="000479F5">
        <w:rPr>
          <w:rFonts w:cs="Times New Roman"/>
          <w:b/>
          <w:sz w:val="24"/>
          <w:szCs w:val="24"/>
        </w:rPr>
        <w:t>4,70 Kč</w:t>
      </w:r>
    </w:p>
    <w:p w:rsidR="00743964" w:rsidRPr="000479F5" w:rsidRDefault="00743964" w:rsidP="00C7268F">
      <w:pPr>
        <w:spacing w:after="0"/>
        <w:ind w:firstLine="284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>b) 1ks DVD disk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  <w:t xml:space="preserve">   </w:t>
      </w:r>
      <w:r w:rsidRPr="000479F5">
        <w:rPr>
          <w:rFonts w:cs="Times New Roman"/>
          <w:b/>
          <w:sz w:val="24"/>
          <w:szCs w:val="24"/>
        </w:rPr>
        <w:t>6,00 Kč</w:t>
      </w:r>
    </w:p>
    <w:p w:rsidR="00743964" w:rsidRPr="000479F5" w:rsidRDefault="00743964" w:rsidP="00C7268F">
      <w:pPr>
        <w:spacing w:after="0"/>
        <w:ind w:firstLine="284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>c) Jiný technický nosič dat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  <w:t>dle jeho pořizovací ceny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C7268F" w:rsidRPr="000479F5" w:rsidRDefault="00C7268F" w:rsidP="00C7268F">
      <w:pPr>
        <w:rPr>
          <w:rFonts w:cs="Times New Roman"/>
          <w:b/>
          <w:sz w:val="24"/>
          <w:szCs w:val="24"/>
        </w:rPr>
      </w:pPr>
      <w:r w:rsidRPr="000479F5">
        <w:rPr>
          <w:rFonts w:cs="Times New Roman"/>
          <w:b/>
          <w:sz w:val="24"/>
          <w:szCs w:val="24"/>
        </w:rPr>
        <w:t>3. Náklady za odeslání informací žadateli</w:t>
      </w:r>
    </w:p>
    <w:p w:rsidR="00C7268F" w:rsidRPr="000479F5" w:rsidRDefault="00C7268F" w:rsidP="00C7268F">
      <w:pPr>
        <w:ind w:left="284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 xml:space="preserve">Náklady za poštovní služby budou účtovány dle aktuálního sazebníku České pošty, </w:t>
      </w:r>
      <w:proofErr w:type="spellStart"/>
      <w:proofErr w:type="gramStart"/>
      <w:r w:rsidRPr="000479F5">
        <w:rPr>
          <w:rFonts w:cs="Times New Roman"/>
          <w:sz w:val="24"/>
          <w:szCs w:val="24"/>
        </w:rPr>
        <w:t>s.p</w:t>
      </w:r>
      <w:proofErr w:type="spellEnd"/>
      <w:r w:rsidRPr="000479F5">
        <w:rPr>
          <w:rFonts w:cs="Times New Roman"/>
          <w:sz w:val="24"/>
          <w:szCs w:val="24"/>
        </w:rPr>
        <w:t>.</w:t>
      </w:r>
      <w:proofErr w:type="gramEnd"/>
    </w:p>
    <w:p w:rsidR="00C7268F" w:rsidRPr="000479F5" w:rsidRDefault="00C7268F" w:rsidP="00C7268F">
      <w:pPr>
        <w:spacing w:after="0"/>
        <w:ind w:firstLine="284"/>
        <w:rPr>
          <w:rFonts w:cs="Times New Roman"/>
          <w:b/>
          <w:sz w:val="24"/>
          <w:szCs w:val="24"/>
        </w:rPr>
      </w:pP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</w:p>
    <w:p w:rsidR="00C7268F" w:rsidRPr="000479F5" w:rsidRDefault="00C7268F" w:rsidP="00C7268F">
      <w:pPr>
        <w:rPr>
          <w:rFonts w:cs="Times New Roman"/>
          <w:b/>
          <w:sz w:val="24"/>
          <w:szCs w:val="24"/>
        </w:rPr>
      </w:pPr>
      <w:r w:rsidRPr="000479F5">
        <w:rPr>
          <w:rFonts w:cs="Times New Roman"/>
          <w:b/>
          <w:sz w:val="24"/>
          <w:szCs w:val="24"/>
        </w:rPr>
        <w:t>4. Náklady za mimořádně rozsáhlé vyhledávání informací</w:t>
      </w:r>
    </w:p>
    <w:p w:rsidR="00C7268F" w:rsidRPr="000479F5" w:rsidRDefault="00C7268F" w:rsidP="00E151E1">
      <w:pPr>
        <w:ind w:left="284"/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V případě mimořádného rozsáhlého vyhledávání informace se stanovuje hodinová sazba ve výši…………………………………………………………………………</w:t>
      </w:r>
      <w:r w:rsidR="009B21B7" w:rsidRPr="000479F5">
        <w:rPr>
          <w:rFonts w:cs="Times New Roman"/>
          <w:sz w:val="24"/>
          <w:szCs w:val="24"/>
        </w:rPr>
        <w:t>.</w:t>
      </w:r>
      <w:r w:rsidRPr="000479F5">
        <w:rPr>
          <w:rFonts w:cs="Times New Roman"/>
          <w:sz w:val="24"/>
          <w:szCs w:val="24"/>
        </w:rPr>
        <w:t>…</w:t>
      </w:r>
      <w:r w:rsidRPr="000479F5">
        <w:rPr>
          <w:rFonts w:cs="Times New Roman"/>
          <w:b/>
          <w:sz w:val="24"/>
          <w:szCs w:val="24"/>
        </w:rPr>
        <w:t>202, 00Kč</w:t>
      </w:r>
    </w:p>
    <w:p w:rsidR="00C7268F" w:rsidRPr="000479F5" w:rsidRDefault="00C7268F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Při nevyužití celé další hodiny při mimořádně rozsáhlém vyhledávání informace je účtována adekvátní část hodinové sazby. V případě mimořádně rozsáhlého vyhledávání informace více pracovníky bude úhrada dána součtem částek připadajících na každého pracovníka.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Pokud je mimořádně rozsáhlé vyhledávání informace kratší než 1 hodinu, úhrada nákladů dle tohoto bodu se nepožaduje.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Pozn. O mimořádně rozsáhlé vyhledávání informace se jedná tehdy, jestliže shromáždění informace představuje pro povinný subjekt v jeho konkrétních podmínkách časově náročnou činnost, která se objektivně vzato vymyká běžnému poskytování informací tímto povinným subjektem, tedy jestliže vyhledání informace již v daném případě nelze s ohledem na pojetí veřejné správy jako služby veřejnosti považovat za běžnou, povinný subjekt nijak nezatěžující součást obvyklé agendy.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Celková výše úhrady za poskytování informace je zaokrouhlována na celé koruny nahoru.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proofErr w:type="gramStart"/>
      <w:r w:rsidRPr="000479F5">
        <w:rPr>
          <w:rFonts w:cs="Times New Roman"/>
          <w:sz w:val="24"/>
          <w:szCs w:val="24"/>
        </w:rPr>
        <w:t>Nepřesáhne-li</w:t>
      </w:r>
      <w:proofErr w:type="gramEnd"/>
      <w:r w:rsidRPr="000479F5">
        <w:rPr>
          <w:rFonts w:cs="Times New Roman"/>
          <w:sz w:val="24"/>
          <w:szCs w:val="24"/>
        </w:rPr>
        <w:t xml:space="preserve"> celková vypočtená částk</w:t>
      </w:r>
      <w:r w:rsidR="004C154C" w:rsidRPr="000479F5">
        <w:rPr>
          <w:rFonts w:cs="Times New Roman"/>
          <w:sz w:val="24"/>
          <w:szCs w:val="24"/>
        </w:rPr>
        <w:t>a 100</w:t>
      </w:r>
      <w:r w:rsidRPr="000479F5">
        <w:rPr>
          <w:rFonts w:cs="Times New Roman"/>
          <w:sz w:val="24"/>
          <w:szCs w:val="24"/>
        </w:rPr>
        <w:t xml:space="preserve">,00 Kč od zpoplatnění se </w:t>
      </w:r>
      <w:proofErr w:type="gramStart"/>
      <w:r w:rsidRPr="000479F5">
        <w:rPr>
          <w:rFonts w:cs="Times New Roman"/>
          <w:sz w:val="24"/>
          <w:szCs w:val="24"/>
        </w:rPr>
        <w:t>upustí</w:t>
      </w:r>
      <w:proofErr w:type="gramEnd"/>
      <w:r w:rsidRPr="000479F5">
        <w:rPr>
          <w:rFonts w:cs="Times New Roman"/>
          <w:sz w:val="24"/>
          <w:szCs w:val="24"/>
        </w:rPr>
        <w:t xml:space="preserve"> a informace bude poskytnuta na náklady školy. 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Tento saz</w:t>
      </w:r>
      <w:r w:rsidR="001250C9" w:rsidRPr="000479F5">
        <w:rPr>
          <w:rFonts w:cs="Times New Roman"/>
          <w:sz w:val="24"/>
          <w:szCs w:val="24"/>
        </w:rPr>
        <w:t>ebník nabývá účinnosti dnem 1. 1</w:t>
      </w:r>
      <w:r w:rsidR="000479F5" w:rsidRPr="000479F5">
        <w:rPr>
          <w:rFonts w:cs="Times New Roman"/>
          <w:sz w:val="24"/>
          <w:szCs w:val="24"/>
        </w:rPr>
        <w:t>. 2019</w:t>
      </w: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</w:p>
    <w:p w:rsidR="00FB13E6" w:rsidRPr="000479F5" w:rsidRDefault="00FB13E6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>Sazebník vydal:</w:t>
      </w:r>
      <w:r w:rsidR="000479F5" w:rsidRPr="000479F5">
        <w:rPr>
          <w:rFonts w:cs="Times New Roman"/>
          <w:sz w:val="24"/>
          <w:szCs w:val="24"/>
        </w:rPr>
        <w:t xml:space="preserve"> </w:t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="000479F5" w:rsidRPr="000479F5">
        <w:rPr>
          <w:rFonts w:cs="Times New Roman"/>
          <w:sz w:val="24"/>
          <w:szCs w:val="24"/>
        </w:rPr>
        <w:t>Mgr. Kateřina Matoušíková, ředitelka MŠ</w:t>
      </w:r>
    </w:p>
    <w:p w:rsidR="006A34BF" w:rsidRPr="000479F5" w:rsidRDefault="006A34BF" w:rsidP="00E151E1">
      <w:pPr>
        <w:jc w:val="both"/>
        <w:rPr>
          <w:rFonts w:cs="Times New Roman"/>
          <w:sz w:val="24"/>
          <w:szCs w:val="24"/>
        </w:rPr>
      </w:pP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</w:r>
      <w:r w:rsidRPr="000479F5">
        <w:rPr>
          <w:rFonts w:cs="Times New Roman"/>
          <w:sz w:val="24"/>
          <w:szCs w:val="24"/>
        </w:rPr>
        <w:tab/>
        <w:t>17. MŠ Plzeň Čapkovo n. 4, 32600 Plzeň</w:t>
      </w:r>
    </w:p>
    <w:sectPr w:rsidR="006A34BF" w:rsidRPr="000479F5" w:rsidSect="000479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1A" w:rsidRDefault="00AD7C1A" w:rsidP="00743964">
      <w:pPr>
        <w:spacing w:after="0" w:line="240" w:lineRule="auto"/>
      </w:pPr>
      <w:r>
        <w:separator/>
      </w:r>
    </w:p>
  </w:endnote>
  <w:endnote w:type="continuationSeparator" w:id="0">
    <w:p w:rsidR="00AD7C1A" w:rsidRDefault="00AD7C1A" w:rsidP="00743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FFC" w:rsidRDefault="00C77F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480937"/>
      <w:docPartObj>
        <w:docPartGallery w:val="Page Numbers (Bottom of Page)"/>
        <w:docPartUnique/>
      </w:docPartObj>
    </w:sdtPr>
    <w:sdtEndPr/>
    <w:sdtContent>
      <w:p w:rsidR="00743964" w:rsidRDefault="0074396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9F5">
          <w:rPr>
            <w:noProof/>
          </w:rPr>
          <w:t>2</w:t>
        </w:r>
        <w:r>
          <w:fldChar w:fldCharType="end"/>
        </w:r>
      </w:p>
    </w:sdtContent>
  </w:sdt>
  <w:p w:rsidR="00743964" w:rsidRDefault="0074396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FFC" w:rsidRDefault="00C77F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1A" w:rsidRDefault="00AD7C1A" w:rsidP="00743964">
      <w:pPr>
        <w:spacing w:after="0" w:line="240" w:lineRule="auto"/>
      </w:pPr>
      <w:r>
        <w:separator/>
      </w:r>
    </w:p>
  </w:footnote>
  <w:footnote w:type="continuationSeparator" w:id="0">
    <w:p w:rsidR="00AD7C1A" w:rsidRDefault="00AD7C1A" w:rsidP="00743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FFC" w:rsidRDefault="00C77F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964" w:rsidRDefault="00C77FFC">
    <w:pPr>
      <w:pStyle w:val="Zhlav"/>
    </w:pPr>
    <w:r>
      <w:tab/>
    </w:r>
    <w:r>
      <w:tab/>
    </w:r>
  </w:p>
  <w:p w:rsidR="00743964" w:rsidRDefault="0074396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FFC" w:rsidRDefault="00C77F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806"/>
    <w:multiLevelType w:val="hybridMultilevel"/>
    <w:tmpl w:val="1988B7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458D0"/>
    <w:multiLevelType w:val="hybridMultilevel"/>
    <w:tmpl w:val="04E66A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E42618"/>
    <w:multiLevelType w:val="hybridMultilevel"/>
    <w:tmpl w:val="37227574"/>
    <w:lvl w:ilvl="0" w:tplc="CE7014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842"/>
    <w:rsid w:val="000479F5"/>
    <w:rsid w:val="000F1910"/>
    <w:rsid w:val="001250C9"/>
    <w:rsid w:val="001A7A1F"/>
    <w:rsid w:val="004C154C"/>
    <w:rsid w:val="0051216C"/>
    <w:rsid w:val="0064023F"/>
    <w:rsid w:val="006A34BF"/>
    <w:rsid w:val="006B1DFB"/>
    <w:rsid w:val="00743964"/>
    <w:rsid w:val="007C5FD0"/>
    <w:rsid w:val="00823B40"/>
    <w:rsid w:val="008C130E"/>
    <w:rsid w:val="009B21B7"/>
    <w:rsid w:val="009D1EB3"/>
    <w:rsid w:val="00A32DDE"/>
    <w:rsid w:val="00AA028D"/>
    <w:rsid w:val="00AD5161"/>
    <w:rsid w:val="00AD5EFA"/>
    <w:rsid w:val="00AD7C1A"/>
    <w:rsid w:val="00B40913"/>
    <w:rsid w:val="00C32842"/>
    <w:rsid w:val="00C7268F"/>
    <w:rsid w:val="00C77FFC"/>
    <w:rsid w:val="00D13B9F"/>
    <w:rsid w:val="00D8427D"/>
    <w:rsid w:val="00D979F2"/>
    <w:rsid w:val="00E151E1"/>
    <w:rsid w:val="00E52A9C"/>
    <w:rsid w:val="00F8665A"/>
    <w:rsid w:val="00F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5E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3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3964"/>
  </w:style>
  <w:style w:type="paragraph" w:styleId="Zpat">
    <w:name w:val="footer"/>
    <w:basedOn w:val="Normln"/>
    <w:link w:val="ZpatChar"/>
    <w:uiPriority w:val="99"/>
    <w:unhideWhenUsed/>
    <w:rsid w:val="00743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3964"/>
  </w:style>
  <w:style w:type="paragraph" w:styleId="Textbubliny">
    <w:name w:val="Balloon Text"/>
    <w:basedOn w:val="Normln"/>
    <w:link w:val="TextbublinyChar"/>
    <w:uiPriority w:val="99"/>
    <w:semiHidden/>
    <w:unhideWhenUsed/>
    <w:rsid w:val="007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39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5E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3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3964"/>
  </w:style>
  <w:style w:type="paragraph" w:styleId="Zpat">
    <w:name w:val="footer"/>
    <w:basedOn w:val="Normln"/>
    <w:link w:val="ZpatChar"/>
    <w:uiPriority w:val="99"/>
    <w:unhideWhenUsed/>
    <w:rsid w:val="00743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3964"/>
  </w:style>
  <w:style w:type="paragraph" w:styleId="Textbubliny">
    <w:name w:val="Balloon Text"/>
    <w:basedOn w:val="Normln"/>
    <w:link w:val="TextbublinyChar"/>
    <w:uiPriority w:val="99"/>
    <w:semiHidden/>
    <w:unhideWhenUsed/>
    <w:rsid w:val="00743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39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31698AE1.dotm</Template>
  <TotalTime>2</TotalTime>
  <Pages>2</Pages>
  <Words>433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Alena</dc:creator>
  <cp:lastModifiedBy>Matoušíková Kateřina</cp:lastModifiedBy>
  <cp:revision>3</cp:revision>
  <dcterms:created xsi:type="dcterms:W3CDTF">2019-03-29T12:50:00Z</dcterms:created>
  <dcterms:modified xsi:type="dcterms:W3CDTF">2019-03-29T12:51:00Z</dcterms:modified>
</cp:coreProperties>
</file>